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20E44B9"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01F92">
        <w:rPr>
          <w:rStyle w:val="Strong"/>
          <w:rFonts w:asciiTheme="minorHAnsi" w:hAnsiTheme="minorHAnsi" w:cstheme="minorHAnsi"/>
          <w:lang w:val="en-GB"/>
        </w:rPr>
        <w:t>44-G00</w:t>
      </w:r>
      <w:r w:rsidR="00A81922">
        <w:rPr>
          <w:rStyle w:val="Strong"/>
          <w:rFonts w:asciiTheme="minorHAnsi" w:hAnsiTheme="minorHAnsi" w:cstheme="minorHAnsi"/>
          <w:lang w:val="en-GB"/>
        </w:rPr>
        <w:t>4</w:t>
      </w:r>
      <w:r w:rsidR="004F6B30">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859B717"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301F92">
        <w:rPr>
          <w:rFonts w:ascii="Calibri" w:hAnsi="Calibri" w:cs="Calibri"/>
          <w:b/>
          <w:bCs/>
          <w:lang w:val="en-GB"/>
        </w:rPr>
        <w:t xml:space="preserve">Kiribati Housing </w:t>
      </w:r>
      <w:proofErr w:type="spellStart"/>
      <w:r w:rsidR="00301F92">
        <w:rPr>
          <w:rFonts w:ascii="Calibri" w:hAnsi="Calibri" w:cs="Calibri"/>
          <w:b/>
          <w:bCs/>
          <w:lang w:val="en-GB"/>
        </w:rPr>
        <w:t>Corportation</w:t>
      </w:r>
      <w:proofErr w:type="spellEnd"/>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E0B7FCA" w14:textId="77777777" w:rsidR="00A81922" w:rsidRDefault="00A81922" w:rsidP="00166C12">
      <w:pPr>
        <w:rPr>
          <w:lang w:val="en-GB"/>
        </w:rPr>
      </w:pPr>
    </w:p>
    <w:p w14:paraId="22A4606C" w14:textId="77777777" w:rsidR="00A81922" w:rsidRDefault="00A81922" w:rsidP="00A81922">
      <w:pPr>
        <w:rPr>
          <w:lang w:val="en-GB"/>
        </w:rPr>
      </w:pPr>
      <w:r>
        <w:rPr>
          <w:lang w:val="en-GB"/>
        </w:rPr>
        <w:t>To: Secretary, Ministry of Finance and Economic Development</w:t>
      </w:r>
    </w:p>
    <w:p w14:paraId="1713E0AF" w14:textId="77777777" w:rsidR="00A81922" w:rsidRDefault="00A81922" w:rsidP="00A81922">
      <w:pPr>
        <w:rPr>
          <w:lang w:val="en-GB"/>
        </w:rPr>
      </w:pPr>
      <w:r>
        <w:rPr>
          <w:lang w:val="en-GB"/>
        </w:rPr>
        <w:t xml:space="preserve">       Bairiki, Tarawa</w:t>
      </w:r>
    </w:p>
    <w:p w14:paraId="709F5E0E" w14:textId="77777777" w:rsidR="00A81922" w:rsidRDefault="00A81922" w:rsidP="00A81922">
      <w:pPr>
        <w:rPr>
          <w:lang w:val="en-GB"/>
        </w:rPr>
      </w:pPr>
    </w:p>
    <w:p w14:paraId="2CE8400A" w14:textId="77777777" w:rsidR="00A81922" w:rsidRDefault="00A81922" w:rsidP="00A81922">
      <w:pPr>
        <w:rPr>
          <w:lang w:val="en-GB"/>
        </w:rPr>
      </w:pPr>
      <w:r>
        <w:rPr>
          <w:lang w:val="en-GB"/>
        </w:rPr>
        <w:t>Attention: Central Procurement Unit</w:t>
      </w:r>
    </w:p>
    <w:p w14:paraId="64ED8A56" w14:textId="5457D505" w:rsidR="00A81922" w:rsidRPr="00B41F59" w:rsidRDefault="00A81922" w:rsidP="00A81922">
      <w:pPr>
        <w:rPr>
          <w:lang w:val="en-GB"/>
        </w:rPr>
      </w:pPr>
      <w:r>
        <w:rPr>
          <w:lang w:val="en-GB"/>
        </w:rPr>
        <w:t>Tender No: 44-G00</w:t>
      </w:r>
      <w:r>
        <w:rPr>
          <w:lang w:val="en-GB"/>
        </w:rPr>
        <w:t>4</w:t>
      </w:r>
      <w:r>
        <w:rPr>
          <w:lang w:val="en-GB"/>
        </w:rPr>
        <w:t>-24</w:t>
      </w:r>
    </w:p>
    <w:p w14:paraId="0A47DB3A" w14:textId="77777777" w:rsidR="00A81922" w:rsidRPr="00B41F59" w:rsidRDefault="00A81922"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421157F0" w14:textId="325280C8" w:rsidR="00A81922" w:rsidRDefault="00A81922" w:rsidP="00A8192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w:t>
      </w:r>
      <w:r>
        <w:rPr>
          <w:rFonts w:cs="Calibri"/>
          <w:sz w:val="24"/>
          <w:szCs w:val="24"/>
          <w:lang w:val="en-GB"/>
        </w:rPr>
        <w:t>Business license</w:t>
      </w:r>
    </w:p>
    <w:p w14:paraId="2E675A45" w14:textId="77777777" w:rsidR="00A81922" w:rsidRDefault="00A81922" w:rsidP="00A8192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1228CB71" w14:textId="12C255BB" w:rsidR="00A81922" w:rsidRPr="00A81922" w:rsidRDefault="00A81922" w:rsidP="00A8192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(For local suppliers, this should be certified by the MTCIC. Validity for certification is 1 year)</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2404AE">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9319D" w14:textId="77777777" w:rsidR="002404AE" w:rsidRDefault="002404AE">
      <w:r>
        <w:separator/>
      </w:r>
    </w:p>
  </w:endnote>
  <w:endnote w:type="continuationSeparator" w:id="0">
    <w:p w14:paraId="05306E66" w14:textId="77777777" w:rsidR="002404AE" w:rsidRDefault="002404AE">
      <w:r>
        <w:continuationSeparator/>
      </w:r>
    </w:p>
  </w:endnote>
  <w:endnote w:type="continuationNotice" w:id="1">
    <w:p w14:paraId="0254B88E" w14:textId="77777777" w:rsidR="002404AE" w:rsidRDefault="00240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033683A" w:rsidR="00133D55" w:rsidRDefault="00133D55" w:rsidP="004878F3">
    <w:pPr>
      <w:pStyle w:val="Footer"/>
    </w:pPr>
    <w:r>
      <w:fldChar w:fldCharType="begin"/>
    </w:r>
    <w:r>
      <w:instrText xml:space="preserve"> DATE \@ "yyyy-MM-dd" </w:instrText>
    </w:r>
    <w:r>
      <w:fldChar w:fldCharType="separate"/>
    </w:r>
    <w:r w:rsidR="00A81922">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34C20" w14:textId="77777777" w:rsidR="002404AE" w:rsidRDefault="002404AE">
      <w:r>
        <w:separator/>
      </w:r>
    </w:p>
  </w:footnote>
  <w:footnote w:type="continuationSeparator" w:id="0">
    <w:p w14:paraId="51E9F51A" w14:textId="77777777" w:rsidR="002404AE" w:rsidRDefault="002404AE">
      <w:r>
        <w:continuationSeparator/>
      </w:r>
    </w:p>
  </w:footnote>
  <w:footnote w:type="continuationNotice" w:id="1">
    <w:p w14:paraId="43AECFF5" w14:textId="77777777" w:rsidR="002404AE" w:rsidRDefault="002404A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F76F1" w14:textId="6266C722" w:rsidR="00301F92"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4F6B30" w:rsidRPr="004F6B30">
      <w:rPr>
        <w:rFonts w:asciiTheme="minorHAnsi" w:hAnsiTheme="minorHAnsi" w:cs="Calibri"/>
        <w:b/>
        <w:bCs/>
        <w:szCs w:val="24"/>
      </w:rPr>
      <w:t>44-G00</w:t>
    </w:r>
    <w:r w:rsidR="00A81922">
      <w:rPr>
        <w:rFonts w:asciiTheme="minorHAnsi" w:hAnsiTheme="minorHAnsi" w:cs="Calibri"/>
        <w:b/>
        <w:bCs/>
        <w:szCs w:val="24"/>
      </w:rPr>
      <w:t>4</w:t>
    </w:r>
    <w:r w:rsidR="004F6B30" w:rsidRPr="004F6B30">
      <w:rPr>
        <w:rFonts w:asciiTheme="minorHAnsi" w:hAnsiTheme="minorHAnsi" w:cs="Calibri"/>
        <w:b/>
        <w:bCs/>
        <w:szCs w:val="24"/>
      </w:rPr>
      <w:t>-24</w:t>
    </w:r>
  </w:p>
  <w:p w14:paraId="71B9C872" w14:textId="2BE3D858" w:rsidR="00133D55" w:rsidRPr="00141577" w:rsidRDefault="00301F92" w:rsidP="00F73C77">
    <w:pPr>
      <w:pStyle w:val="Header"/>
      <w:tabs>
        <w:tab w:val="clear" w:pos="4320"/>
        <w:tab w:val="clear" w:pos="8640"/>
        <w:tab w:val="center" w:pos="4820"/>
        <w:tab w:val="right" w:pos="9498"/>
      </w:tabs>
      <w:rPr>
        <w:rFonts w:asciiTheme="minorHAnsi" w:hAnsiTheme="minorHAnsi" w:cs="Calibri"/>
        <w:sz w:val="20"/>
      </w:rPr>
    </w:pPr>
    <w:r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455">
    <w:abstractNumId w:val="1"/>
  </w:num>
  <w:num w:numId="2" w16cid:durableId="1001278578">
    <w:abstractNumId w:val="12"/>
  </w:num>
  <w:num w:numId="3" w16cid:durableId="1226185036">
    <w:abstractNumId w:val="13"/>
  </w:num>
  <w:num w:numId="4" w16cid:durableId="251089751">
    <w:abstractNumId w:val="7"/>
  </w:num>
  <w:num w:numId="5" w16cid:durableId="1155031879">
    <w:abstractNumId w:val="6"/>
  </w:num>
  <w:num w:numId="6" w16cid:durableId="357312722">
    <w:abstractNumId w:val="9"/>
  </w:num>
  <w:num w:numId="7" w16cid:durableId="680282248">
    <w:abstractNumId w:val="8"/>
  </w:num>
  <w:num w:numId="8" w16cid:durableId="1377438008">
    <w:abstractNumId w:val="11"/>
  </w:num>
  <w:num w:numId="9" w16cid:durableId="2096315520">
    <w:abstractNumId w:val="0"/>
  </w:num>
  <w:num w:numId="10" w16cid:durableId="2130973100">
    <w:abstractNumId w:val="10"/>
  </w:num>
  <w:num w:numId="11" w16cid:durableId="1711029428">
    <w:abstractNumId w:val="4"/>
  </w:num>
  <w:num w:numId="12" w16cid:durableId="1885483064">
    <w:abstractNumId w:val="3"/>
  </w:num>
  <w:num w:numId="13" w16cid:durableId="1516722740">
    <w:abstractNumId w:val="5"/>
  </w:num>
  <w:num w:numId="14" w16cid:durableId="3894981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04AE"/>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161"/>
    <w:rsid w:val="002D645D"/>
    <w:rsid w:val="002E09FB"/>
    <w:rsid w:val="002E16C8"/>
    <w:rsid w:val="002E2EB1"/>
    <w:rsid w:val="002E302D"/>
    <w:rsid w:val="002E3763"/>
    <w:rsid w:val="002E3B22"/>
    <w:rsid w:val="002E43E9"/>
    <w:rsid w:val="002E4B33"/>
    <w:rsid w:val="002E56DE"/>
    <w:rsid w:val="002E572C"/>
    <w:rsid w:val="002E5D6F"/>
    <w:rsid w:val="002E6547"/>
    <w:rsid w:val="002E7242"/>
    <w:rsid w:val="002F1B17"/>
    <w:rsid w:val="002F2853"/>
    <w:rsid w:val="002F292D"/>
    <w:rsid w:val="002F519F"/>
    <w:rsid w:val="002F58E8"/>
    <w:rsid w:val="002F7444"/>
    <w:rsid w:val="00300E28"/>
    <w:rsid w:val="00301F92"/>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6494"/>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6B30"/>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419F"/>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1922"/>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670F7"/>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077"/>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14</TotalTime>
  <Pages>7</Pages>
  <Words>1803</Words>
  <Characters>10280</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12059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9</cp:revision>
  <cp:lastPrinted>2013-10-18T08:32:00Z</cp:lastPrinted>
  <dcterms:created xsi:type="dcterms:W3CDTF">2020-12-01T12:58:00Z</dcterms:created>
  <dcterms:modified xsi:type="dcterms:W3CDTF">2024-03-17T22:41:00Z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